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8B3104">
      <w:pPr>
        <w:jc w:val="center"/>
        <w:rPr>
          <w:rFonts w:ascii="黑体" w:eastAsia="黑体" w:hAnsi="黑体" w:hint="eastAsia"/>
          <w:b/>
          <w:sz w:val="36"/>
        </w:rPr>
      </w:pPr>
    </w:p>
    <w:p w:rsidR="00000000" w:rsidRDefault="001442CF" w:rsidP="001442CF">
      <w:pPr>
        <w:jc w:val="center"/>
        <w:rPr>
          <w:rFonts w:ascii="黑体" w:eastAsia="黑体" w:hAnsi="黑体" w:hint="eastAsia"/>
          <w:b/>
          <w:sz w:val="36"/>
        </w:rPr>
      </w:pPr>
      <w:r>
        <w:rPr>
          <w:rFonts w:ascii="黑体" w:eastAsia="黑体" w:hAnsi="黑体" w:hint="eastAsia"/>
          <w:b/>
          <w:sz w:val="36"/>
        </w:rPr>
        <w:t>小学体育与健康</w:t>
      </w:r>
      <w:r w:rsidR="008B3104">
        <w:rPr>
          <w:rFonts w:ascii="黑体" w:eastAsia="黑体" w:hAnsi="黑体" w:hint="eastAsia"/>
          <w:b/>
          <w:sz w:val="36"/>
        </w:rPr>
        <w:t>试讲范围</w:t>
      </w:r>
    </w:p>
    <w:p w:rsidR="00000000" w:rsidRDefault="00FB3AE1">
      <w:pPr>
        <w:jc w:val="center"/>
        <w:rPr>
          <w:rFonts w:ascii="黑体" w:eastAsia="黑体" w:hAnsi="黑体" w:hint="eastAsia"/>
          <w:b/>
          <w:color w:val="FF0000"/>
          <w:sz w:val="36"/>
        </w:rPr>
      </w:pPr>
      <w:r>
        <w:rPr>
          <w:rFonts w:ascii="黑体" w:eastAsia="黑体" w:hAnsi="黑体" w:hint="eastAsia"/>
          <w:b/>
          <w:color w:val="FF0000"/>
          <w:sz w:val="36"/>
        </w:rPr>
        <w:t>（适合报考皇姑区小学体育与健康教师职位使用）</w:t>
      </w:r>
    </w:p>
    <w:p w:rsidR="00000000" w:rsidRDefault="008B3104">
      <w:pPr>
        <w:ind w:firstLineChars="295" w:firstLine="1066"/>
        <w:jc w:val="center"/>
        <w:rPr>
          <w:rFonts w:ascii="黑体" w:eastAsia="黑体" w:hAnsi="黑体" w:hint="eastAsia"/>
          <w:b/>
          <w:sz w:val="36"/>
        </w:rPr>
      </w:pPr>
    </w:p>
    <w:p w:rsidR="00000000" w:rsidRDefault="008B3104">
      <w:pPr>
        <w:spacing w:line="360" w:lineRule="auto"/>
        <w:jc w:val="both"/>
        <w:rPr>
          <w:rFonts w:ascii="黑体" w:eastAsia="黑体" w:hAnsi="黑体" w:hint="eastAsia"/>
          <w:b/>
          <w:sz w:val="36"/>
        </w:rPr>
      </w:pPr>
      <w:r>
        <w:rPr>
          <w:rFonts w:ascii="黑体" w:eastAsia="黑体" w:hAnsi="黑体" w:hint="eastAsia"/>
          <w:b/>
          <w:sz w:val="36"/>
        </w:rPr>
        <w:t>教材版本：</w:t>
      </w:r>
      <w:r>
        <w:rPr>
          <w:rFonts w:ascii="黑体" w:eastAsia="黑体" w:hAnsi="黑体" w:hint="eastAsia"/>
          <w:b/>
          <w:sz w:val="36"/>
        </w:rPr>
        <w:t>人民教育</w:t>
      </w:r>
      <w:r>
        <w:rPr>
          <w:rFonts w:ascii="黑体" w:eastAsia="黑体" w:hAnsi="黑体" w:hint="eastAsia"/>
          <w:b/>
          <w:sz w:val="36"/>
        </w:rPr>
        <w:t>出版社</w:t>
      </w:r>
      <w:r>
        <w:rPr>
          <w:rFonts w:ascii="黑体" w:eastAsia="黑体" w:hAnsi="黑体" w:hint="eastAsia"/>
          <w:b/>
          <w:sz w:val="36"/>
        </w:rPr>
        <w:t xml:space="preserve">  </w:t>
      </w:r>
      <w:r w:rsidR="001442CF">
        <w:rPr>
          <w:rFonts w:ascii="黑体" w:eastAsia="黑体" w:hAnsi="黑体" w:hint="eastAsia"/>
          <w:b/>
          <w:sz w:val="36"/>
        </w:rPr>
        <w:t>2014</w:t>
      </w:r>
      <w:r>
        <w:rPr>
          <w:rFonts w:ascii="黑体" w:eastAsia="黑体" w:hAnsi="黑体" w:hint="eastAsia"/>
          <w:b/>
          <w:sz w:val="36"/>
        </w:rPr>
        <w:t>年</w:t>
      </w:r>
      <w:r w:rsidR="001442CF">
        <w:rPr>
          <w:rFonts w:ascii="黑体" w:eastAsia="黑体" w:hAnsi="黑体" w:hint="eastAsia"/>
          <w:b/>
          <w:sz w:val="36"/>
        </w:rPr>
        <w:t>3</w:t>
      </w:r>
      <w:r>
        <w:rPr>
          <w:rFonts w:ascii="黑体" w:eastAsia="黑体" w:hAnsi="黑体" w:hint="eastAsia"/>
          <w:b/>
          <w:sz w:val="36"/>
        </w:rPr>
        <w:t>月第</w:t>
      </w:r>
      <w:r>
        <w:rPr>
          <w:rFonts w:ascii="黑体" w:eastAsia="黑体" w:hAnsi="黑体" w:hint="eastAsia"/>
          <w:b/>
          <w:sz w:val="36"/>
        </w:rPr>
        <w:t>1</w:t>
      </w:r>
      <w:r>
        <w:rPr>
          <w:rFonts w:ascii="黑体" w:eastAsia="黑体" w:hAnsi="黑体" w:hint="eastAsia"/>
          <w:b/>
          <w:sz w:val="36"/>
        </w:rPr>
        <w:t>版</w:t>
      </w:r>
      <w:r>
        <w:rPr>
          <w:rFonts w:ascii="黑体" w:eastAsia="黑体" w:hAnsi="黑体" w:hint="eastAsia"/>
          <w:b/>
          <w:sz w:val="36"/>
        </w:rPr>
        <w:t>出版</w:t>
      </w:r>
      <w:r>
        <w:rPr>
          <w:rFonts w:ascii="黑体" w:eastAsia="黑体" w:hAnsi="黑体" w:hint="eastAsia"/>
          <w:b/>
          <w:sz w:val="36"/>
        </w:rPr>
        <w:t xml:space="preserve">   </w:t>
      </w:r>
    </w:p>
    <w:p w:rsidR="00000000" w:rsidRDefault="008B3104">
      <w:pPr>
        <w:spacing w:line="360" w:lineRule="auto"/>
        <w:jc w:val="both"/>
        <w:rPr>
          <w:rFonts w:ascii="黑体" w:eastAsia="黑体" w:hAnsi="黑体" w:hint="eastAsia"/>
          <w:b/>
          <w:sz w:val="36"/>
        </w:rPr>
      </w:pPr>
      <w:r>
        <w:rPr>
          <w:rFonts w:ascii="黑体" w:eastAsia="黑体" w:hAnsi="黑体" w:hint="eastAsia"/>
          <w:b/>
          <w:sz w:val="36"/>
        </w:rPr>
        <w:t>教材名称：</w:t>
      </w:r>
      <w:r w:rsidR="001442CF">
        <w:rPr>
          <w:rFonts w:ascii="黑体" w:eastAsia="黑体" w:hAnsi="黑体" w:hint="eastAsia"/>
          <w:b/>
          <w:sz w:val="36"/>
        </w:rPr>
        <w:t xml:space="preserve"> 5至6年级全一册</w:t>
      </w:r>
    </w:p>
    <w:p w:rsidR="00000000" w:rsidRDefault="008B3104">
      <w:pPr>
        <w:spacing w:line="360" w:lineRule="auto"/>
        <w:jc w:val="both"/>
        <w:rPr>
          <w:rFonts w:ascii="黑体" w:eastAsia="黑体" w:hAnsi="黑体" w:hint="eastAsia"/>
          <w:b/>
          <w:sz w:val="36"/>
        </w:rPr>
      </w:pPr>
      <w:r>
        <w:rPr>
          <w:rFonts w:ascii="黑体" w:eastAsia="黑体" w:hAnsi="黑体" w:hint="eastAsia"/>
          <w:b/>
          <w:sz w:val="36"/>
        </w:rPr>
        <w:t>试讲范围</w:t>
      </w:r>
    </w:p>
    <w:p w:rsidR="00935DEC" w:rsidRPr="00624EDA" w:rsidRDefault="00624EDA" w:rsidP="00624EDA">
      <w:pPr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1、</w:t>
      </w:r>
      <w:r w:rsidR="00935DEC" w:rsidRPr="00624EDA">
        <w:rPr>
          <w:rFonts w:asciiTheme="minorEastAsia" w:hAnsiTheme="minorEastAsia" w:hint="eastAsia"/>
          <w:sz w:val="32"/>
          <w:szCs w:val="32"/>
        </w:rPr>
        <w:t xml:space="preserve">第一节 跑 50米快速跑 第一课时 </w:t>
      </w:r>
    </w:p>
    <w:p w:rsidR="00624EDA" w:rsidRPr="00624EDA" w:rsidRDefault="00624EDA" w:rsidP="00624EDA">
      <w:pPr>
        <w:pStyle w:val="a6"/>
        <w:ind w:left="1800" w:firstLineChars="0" w:firstLine="0"/>
        <w:rPr>
          <w:rFonts w:asciiTheme="minorEastAsia" w:hAnsiTheme="minorEastAsia" w:hint="eastAsia"/>
          <w:sz w:val="32"/>
          <w:szCs w:val="32"/>
        </w:rPr>
      </w:pPr>
    </w:p>
    <w:p w:rsidR="00935DEC" w:rsidRPr="00624EDA" w:rsidRDefault="00624EDA" w:rsidP="00624EDA">
      <w:pPr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2、</w:t>
      </w:r>
      <w:r w:rsidR="00935DEC" w:rsidRPr="00624EDA">
        <w:rPr>
          <w:rFonts w:asciiTheme="minorEastAsia" w:hAnsiTheme="minorEastAsia" w:hint="eastAsia"/>
          <w:sz w:val="32"/>
          <w:szCs w:val="32"/>
        </w:rPr>
        <w:t>第一节 跑400米耐久跑 第一课时</w:t>
      </w:r>
    </w:p>
    <w:p w:rsidR="00624EDA" w:rsidRPr="00624EDA" w:rsidRDefault="00624EDA" w:rsidP="00624EDA">
      <w:pPr>
        <w:pStyle w:val="a6"/>
        <w:ind w:firstLine="640"/>
        <w:rPr>
          <w:rFonts w:asciiTheme="minorEastAsia" w:hAnsiTheme="minorEastAsia" w:hint="eastAsia"/>
          <w:sz w:val="32"/>
          <w:szCs w:val="32"/>
        </w:rPr>
      </w:pPr>
    </w:p>
    <w:p w:rsidR="00935DEC" w:rsidRPr="00624EDA" w:rsidRDefault="00624EDA" w:rsidP="00624EDA">
      <w:pPr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3、</w:t>
      </w:r>
      <w:r w:rsidR="00935DEC" w:rsidRPr="00624EDA">
        <w:rPr>
          <w:rFonts w:asciiTheme="minorEastAsia" w:hAnsiTheme="minorEastAsia" w:hint="eastAsia"/>
          <w:sz w:val="32"/>
          <w:szCs w:val="32"/>
        </w:rPr>
        <w:t>第二节 跳跃 跨越式跳高 第一课时</w:t>
      </w:r>
    </w:p>
    <w:p w:rsidR="00624EDA" w:rsidRPr="00624EDA" w:rsidRDefault="00624EDA" w:rsidP="00624EDA">
      <w:pPr>
        <w:rPr>
          <w:rFonts w:asciiTheme="minorEastAsia" w:hAnsiTheme="minorEastAsia" w:hint="eastAsia"/>
          <w:sz w:val="32"/>
          <w:szCs w:val="32"/>
        </w:rPr>
      </w:pPr>
    </w:p>
    <w:p w:rsidR="00935DEC" w:rsidRDefault="00624EDA" w:rsidP="00624EDA">
      <w:pPr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4、</w:t>
      </w:r>
      <w:r w:rsidR="00935DEC">
        <w:rPr>
          <w:rFonts w:asciiTheme="minorEastAsia" w:hAnsiTheme="minorEastAsia" w:hint="eastAsia"/>
          <w:sz w:val="32"/>
          <w:szCs w:val="32"/>
        </w:rPr>
        <w:t>第二节 跳跃 蹲踞式跳远 第一课时</w:t>
      </w:r>
    </w:p>
    <w:p w:rsidR="00624EDA" w:rsidRDefault="00624EDA" w:rsidP="00624EDA">
      <w:pPr>
        <w:rPr>
          <w:rFonts w:asciiTheme="minorEastAsia" w:hAnsiTheme="minorEastAsia" w:hint="eastAsia"/>
          <w:sz w:val="32"/>
          <w:szCs w:val="32"/>
        </w:rPr>
      </w:pPr>
    </w:p>
    <w:p w:rsidR="00624EDA" w:rsidRDefault="00624EDA" w:rsidP="00624EDA">
      <w:pPr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5、第三节 投掷 双手从头后向前掷实心球 第一课时</w:t>
      </w:r>
    </w:p>
    <w:p w:rsidR="004D17D0" w:rsidRDefault="004D17D0" w:rsidP="00624EDA">
      <w:pPr>
        <w:rPr>
          <w:rFonts w:asciiTheme="minorEastAsia" w:hAnsiTheme="minorEastAsia" w:hint="eastAsia"/>
          <w:sz w:val="32"/>
          <w:szCs w:val="32"/>
        </w:rPr>
      </w:pPr>
    </w:p>
    <w:p w:rsidR="00624EDA" w:rsidRDefault="004D17D0">
      <w:pPr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6、第三节 投掷 助跑投掷垒球 第一课时</w:t>
      </w:r>
    </w:p>
    <w:p w:rsidR="004D17D0" w:rsidRDefault="004D17D0">
      <w:pPr>
        <w:rPr>
          <w:rFonts w:asciiTheme="minorEastAsia" w:hAnsiTheme="minorEastAsia" w:hint="eastAsia"/>
          <w:sz w:val="32"/>
          <w:szCs w:val="32"/>
        </w:rPr>
      </w:pPr>
    </w:p>
    <w:p w:rsidR="004D17D0" w:rsidRDefault="004D17D0">
      <w:pPr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7、第一节 队列队形 向右（左）转走 </w:t>
      </w:r>
    </w:p>
    <w:p w:rsidR="004D17D0" w:rsidRDefault="004D17D0">
      <w:pPr>
        <w:rPr>
          <w:rFonts w:asciiTheme="minorEastAsia" w:hAnsiTheme="minorEastAsia" w:hint="eastAsia"/>
          <w:sz w:val="32"/>
          <w:szCs w:val="32"/>
        </w:rPr>
      </w:pPr>
    </w:p>
    <w:p w:rsidR="004D17D0" w:rsidRDefault="004D17D0">
      <w:pPr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8、第三节 跳绳 穿梭跳长绳</w:t>
      </w:r>
    </w:p>
    <w:p w:rsidR="004D17D0" w:rsidRDefault="004D17D0">
      <w:pPr>
        <w:rPr>
          <w:rFonts w:asciiTheme="minorEastAsia" w:hAnsiTheme="minorEastAsia" w:hint="eastAsia"/>
          <w:sz w:val="32"/>
          <w:szCs w:val="32"/>
        </w:rPr>
      </w:pPr>
    </w:p>
    <w:p w:rsidR="004D17D0" w:rsidRDefault="004D17D0">
      <w:pPr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9、第四节 技巧 前滚翻两腿交叉转体180°</w:t>
      </w:r>
      <w:r w:rsidR="001815A2">
        <w:rPr>
          <w:rFonts w:asciiTheme="minorEastAsia" w:hAnsiTheme="minorEastAsia" w:hint="eastAsia"/>
          <w:sz w:val="32"/>
          <w:szCs w:val="32"/>
        </w:rPr>
        <w:t>—</w:t>
      </w:r>
      <w:r>
        <w:rPr>
          <w:rFonts w:asciiTheme="minorEastAsia" w:hAnsiTheme="minorEastAsia" w:hint="eastAsia"/>
          <w:sz w:val="32"/>
          <w:szCs w:val="32"/>
        </w:rPr>
        <w:t>后滚翻成跪立</w:t>
      </w:r>
      <w:r w:rsidR="001815A2">
        <w:rPr>
          <w:rFonts w:asciiTheme="minorEastAsia" w:hAnsiTheme="minorEastAsia" w:hint="eastAsia"/>
          <w:sz w:val="32"/>
          <w:szCs w:val="32"/>
        </w:rPr>
        <w:t>—</w:t>
      </w:r>
      <w:r>
        <w:rPr>
          <w:rFonts w:asciiTheme="minorEastAsia" w:hAnsiTheme="minorEastAsia" w:hint="eastAsia"/>
          <w:sz w:val="32"/>
          <w:szCs w:val="32"/>
        </w:rPr>
        <w:t>跪跳起</w:t>
      </w:r>
      <w:r w:rsidR="001815A2">
        <w:rPr>
          <w:rFonts w:asciiTheme="minorEastAsia" w:hAnsiTheme="minorEastAsia" w:hint="eastAsia"/>
          <w:sz w:val="32"/>
          <w:szCs w:val="32"/>
        </w:rPr>
        <w:t xml:space="preserve"> 第一课时</w:t>
      </w:r>
    </w:p>
    <w:p w:rsidR="004D17D0" w:rsidRDefault="004D17D0">
      <w:pPr>
        <w:rPr>
          <w:rFonts w:asciiTheme="minorEastAsia" w:hAnsiTheme="minorEastAsia" w:hint="eastAsia"/>
          <w:sz w:val="32"/>
          <w:szCs w:val="32"/>
        </w:rPr>
      </w:pPr>
    </w:p>
    <w:p w:rsidR="004D17D0" w:rsidRDefault="004D17D0">
      <w:pPr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10</w:t>
      </w:r>
      <w:r w:rsidR="00215885">
        <w:rPr>
          <w:rFonts w:asciiTheme="minorEastAsia" w:hAnsiTheme="minorEastAsia" w:hint="eastAsia"/>
          <w:sz w:val="32"/>
          <w:szCs w:val="32"/>
        </w:rPr>
        <w:t>、第四节 技巧 侧手翻 第一课时</w:t>
      </w:r>
    </w:p>
    <w:p w:rsidR="00215885" w:rsidRDefault="00215885">
      <w:pPr>
        <w:rPr>
          <w:rFonts w:asciiTheme="minorEastAsia" w:hAnsiTheme="minorEastAsia" w:hint="eastAsia"/>
          <w:sz w:val="32"/>
          <w:szCs w:val="32"/>
        </w:rPr>
      </w:pPr>
    </w:p>
    <w:p w:rsidR="00215885" w:rsidRDefault="00215885">
      <w:pPr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11、第五节 支撑跳跃 跳上成蹲撑，起立，挺身跳下 第一课时</w:t>
      </w:r>
    </w:p>
    <w:p w:rsidR="009439CA" w:rsidRDefault="009439CA">
      <w:pPr>
        <w:rPr>
          <w:rFonts w:asciiTheme="minorEastAsia" w:hAnsiTheme="minorEastAsia" w:hint="eastAsia"/>
          <w:sz w:val="32"/>
          <w:szCs w:val="32"/>
        </w:rPr>
      </w:pPr>
    </w:p>
    <w:p w:rsidR="009439CA" w:rsidRDefault="009439CA">
      <w:pPr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12、第五节 支撑跳跃 山羊分腿腾越 第一课时</w:t>
      </w:r>
    </w:p>
    <w:p w:rsidR="00DB2E24" w:rsidRDefault="00DB2E24">
      <w:pPr>
        <w:rPr>
          <w:rFonts w:asciiTheme="minorEastAsia" w:hAnsiTheme="minorEastAsia" w:hint="eastAsia"/>
          <w:sz w:val="32"/>
          <w:szCs w:val="32"/>
        </w:rPr>
      </w:pPr>
    </w:p>
    <w:p w:rsidR="00DB2E24" w:rsidRDefault="00DB2E24">
      <w:pPr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lastRenderedPageBreak/>
        <w:t>13、第六节 低单杠 一足蹬地翻身上</w:t>
      </w:r>
    </w:p>
    <w:p w:rsidR="00556218" w:rsidRDefault="00556218">
      <w:pPr>
        <w:rPr>
          <w:rFonts w:asciiTheme="minorEastAsia" w:hAnsiTheme="minorEastAsia" w:hint="eastAsia"/>
          <w:sz w:val="32"/>
          <w:szCs w:val="32"/>
        </w:rPr>
      </w:pPr>
    </w:p>
    <w:p w:rsidR="00556218" w:rsidRDefault="00556218">
      <w:pPr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14、第一节 小篮球 行进间双手胸前传、接球 第一课时</w:t>
      </w:r>
    </w:p>
    <w:p w:rsidR="00D97FE3" w:rsidRDefault="00D97FE3">
      <w:pPr>
        <w:rPr>
          <w:rFonts w:asciiTheme="minorEastAsia" w:hAnsiTheme="minorEastAsia" w:hint="eastAsia"/>
          <w:sz w:val="32"/>
          <w:szCs w:val="32"/>
        </w:rPr>
      </w:pPr>
    </w:p>
    <w:p w:rsidR="00D97FE3" w:rsidRDefault="00D97FE3">
      <w:pPr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15、第一节 小篮球 体前变向换手运球 第一课时</w:t>
      </w:r>
    </w:p>
    <w:p w:rsidR="007C7AC6" w:rsidRDefault="007C7AC6">
      <w:pPr>
        <w:rPr>
          <w:rFonts w:asciiTheme="minorEastAsia" w:hAnsiTheme="minorEastAsia" w:hint="eastAsia"/>
          <w:sz w:val="32"/>
          <w:szCs w:val="32"/>
        </w:rPr>
      </w:pPr>
    </w:p>
    <w:p w:rsidR="007C7AC6" w:rsidRDefault="007C7AC6">
      <w:pPr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16、第一节 小篮球 单手肩上投篮（以右手为例） 第一课时</w:t>
      </w:r>
    </w:p>
    <w:p w:rsidR="00512E70" w:rsidRDefault="00512E70">
      <w:pPr>
        <w:rPr>
          <w:rFonts w:asciiTheme="minorEastAsia" w:hAnsiTheme="minorEastAsia" w:hint="eastAsia"/>
          <w:sz w:val="32"/>
          <w:szCs w:val="32"/>
        </w:rPr>
      </w:pPr>
    </w:p>
    <w:p w:rsidR="00512E70" w:rsidRDefault="00512E70">
      <w:pPr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17、第二节 小足球 脚背内侧传球 第一课时</w:t>
      </w:r>
    </w:p>
    <w:p w:rsidR="00512E70" w:rsidRPr="00512E70" w:rsidRDefault="00512E70">
      <w:pPr>
        <w:rPr>
          <w:rFonts w:asciiTheme="minorEastAsia" w:hAnsiTheme="minorEastAsia" w:hint="eastAsia"/>
          <w:sz w:val="32"/>
          <w:szCs w:val="32"/>
        </w:rPr>
      </w:pPr>
    </w:p>
    <w:p w:rsidR="00512E70" w:rsidRDefault="00512E70">
      <w:pPr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18、第三节 软式排球 正面下手双手</w:t>
      </w:r>
      <w:r w:rsidR="008C1594">
        <w:rPr>
          <w:rFonts w:asciiTheme="minorEastAsia" w:hAnsiTheme="minorEastAsia" w:hint="eastAsia"/>
          <w:sz w:val="32"/>
          <w:szCs w:val="32"/>
        </w:rPr>
        <w:t>垫</w:t>
      </w:r>
      <w:r>
        <w:rPr>
          <w:rFonts w:asciiTheme="minorEastAsia" w:hAnsiTheme="minorEastAsia" w:hint="eastAsia"/>
          <w:sz w:val="32"/>
          <w:szCs w:val="32"/>
        </w:rPr>
        <w:t>球 第一课时</w:t>
      </w:r>
    </w:p>
    <w:p w:rsidR="00AC1BDD" w:rsidRDefault="00AC1BDD">
      <w:pPr>
        <w:rPr>
          <w:rFonts w:asciiTheme="minorEastAsia" w:hAnsiTheme="minorEastAsia" w:hint="eastAsia"/>
          <w:sz w:val="32"/>
          <w:szCs w:val="32"/>
        </w:rPr>
      </w:pPr>
    </w:p>
    <w:p w:rsidR="00AC1BDD" w:rsidRDefault="00AC1BDD">
      <w:pPr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19、武术 少年拳第一套 1.震脚架打 2.蹬踢架打</w:t>
      </w:r>
    </w:p>
    <w:p w:rsidR="008C0C73" w:rsidRDefault="00160C89">
      <w:pPr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8C0C73" w:rsidRPr="00AC1BDD" w:rsidRDefault="008C0C73">
      <w:pPr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20、武术 少年拳第一套 3.垫步弹踢 4.马步横打</w:t>
      </w:r>
    </w:p>
    <w:p w:rsidR="00512E70" w:rsidRPr="00215885" w:rsidRDefault="00512E70">
      <w:pPr>
        <w:rPr>
          <w:rFonts w:asciiTheme="minorEastAsia" w:hAnsiTheme="minorEastAsia" w:hint="eastAsia"/>
          <w:sz w:val="32"/>
          <w:szCs w:val="32"/>
        </w:rPr>
      </w:pPr>
    </w:p>
    <w:sectPr w:rsidR="00512E70" w:rsidRPr="00215885">
      <w:headerReference w:type="default" r:id="rId7"/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3104" w:rsidRDefault="008B3104">
      <w:r>
        <w:separator/>
      </w:r>
    </w:p>
  </w:endnote>
  <w:endnote w:type="continuationSeparator" w:id="1">
    <w:p w:rsidR="008B3104" w:rsidRDefault="008B31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B3104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fldChar w:fldCharType="end"/>
    </w:r>
  </w:p>
  <w:p w:rsidR="00000000" w:rsidRDefault="008B310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B3104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 w:rsidR="00160C89">
      <w:rPr>
        <w:rStyle w:val="a5"/>
        <w:noProof/>
      </w:rPr>
      <w:t>1</w:t>
    </w:r>
    <w:r>
      <w:fldChar w:fldCharType="end"/>
    </w:r>
  </w:p>
  <w:p w:rsidR="00000000" w:rsidRDefault="008B310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3104" w:rsidRDefault="008B3104">
      <w:r>
        <w:separator/>
      </w:r>
    </w:p>
  </w:footnote>
  <w:footnote w:type="continuationSeparator" w:id="1">
    <w:p w:rsidR="008B3104" w:rsidRDefault="008B31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B3104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32820"/>
    <w:multiLevelType w:val="hybridMultilevel"/>
    <w:tmpl w:val="D0D868D4"/>
    <w:lvl w:ilvl="0" w:tplc="459A8A72">
      <w:start w:val="1"/>
      <w:numFmt w:val="japaneseCounting"/>
      <w:lvlText w:val="第%1节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D783072"/>
    <w:multiLevelType w:val="hybridMultilevel"/>
    <w:tmpl w:val="1974E704"/>
    <w:lvl w:ilvl="0" w:tplc="F9AE419A">
      <w:start w:val="1"/>
      <w:numFmt w:val="decimal"/>
      <w:lvlText w:val="%1、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noPunctuationKerning/>
  <w:characterSpacingControl w:val="doNotCompress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doNotLeaveBackslashAlone/>
    <w:useFELayout/>
  </w:compat>
  <w:docVars>
    <w:docVar w:name="commondata" w:val="eyJoZGlkIjoiYzhmYzllMTEwNTA4YjgyNDM2MDFhNTk1YTQ5ZWQ2MTQifQ=="/>
  </w:docVars>
  <w:rsids>
    <w:rsidRoot w:val="00172A27"/>
    <w:rsid w:val="00034877"/>
    <w:rsid w:val="00066948"/>
    <w:rsid w:val="000E1B47"/>
    <w:rsid w:val="00104791"/>
    <w:rsid w:val="00122BC4"/>
    <w:rsid w:val="00126D16"/>
    <w:rsid w:val="001442CF"/>
    <w:rsid w:val="001454FD"/>
    <w:rsid w:val="00160C89"/>
    <w:rsid w:val="001815A2"/>
    <w:rsid w:val="001817F0"/>
    <w:rsid w:val="001B5BC4"/>
    <w:rsid w:val="001C350E"/>
    <w:rsid w:val="002012BB"/>
    <w:rsid w:val="00215885"/>
    <w:rsid w:val="00232748"/>
    <w:rsid w:val="00243D26"/>
    <w:rsid w:val="00256AC1"/>
    <w:rsid w:val="002A093C"/>
    <w:rsid w:val="002F156B"/>
    <w:rsid w:val="002F2625"/>
    <w:rsid w:val="0030246C"/>
    <w:rsid w:val="00324EE4"/>
    <w:rsid w:val="00327562"/>
    <w:rsid w:val="0033244F"/>
    <w:rsid w:val="00352FE3"/>
    <w:rsid w:val="0035368C"/>
    <w:rsid w:val="00386BB1"/>
    <w:rsid w:val="00396A42"/>
    <w:rsid w:val="003C0D92"/>
    <w:rsid w:val="003C368C"/>
    <w:rsid w:val="004014B3"/>
    <w:rsid w:val="004075B5"/>
    <w:rsid w:val="00407CCD"/>
    <w:rsid w:val="00455269"/>
    <w:rsid w:val="00464D54"/>
    <w:rsid w:val="00467515"/>
    <w:rsid w:val="00484668"/>
    <w:rsid w:val="004B6188"/>
    <w:rsid w:val="004D17D0"/>
    <w:rsid w:val="00500B7A"/>
    <w:rsid w:val="00512E70"/>
    <w:rsid w:val="00514E04"/>
    <w:rsid w:val="00520143"/>
    <w:rsid w:val="0055049C"/>
    <w:rsid w:val="00556218"/>
    <w:rsid w:val="00566558"/>
    <w:rsid w:val="0056730C"/>
    <w:rsid w:val="00584744"/>
    <w:rsid w:val="00586566"/>
    <w:rsid w:val="005A4208"/>
    <w:rsid w:val="005B12EE"/>
    <w:rsid w:val="005D444A"/>
    <w:rsid w:val="005E11E5"/>
    <w:rsid w:val="00617C6D"/>
    <w:rsid w:val="00624EDA"/>
    <w:rsid w:val="00653AFE"/>
    <w:rsid w:val="006622B8"/>
    <w:rsid w:val="00662B9E"/>
    <w:rsid w:val="00675420"/>
    <w:rsid w:val="0068274E"/>
    <w:rsid w:val="006D2B6A"/>
    <w:rsid w:val="0074220F"/>
    <w:rsid w:val="00743D61"/>
    <w:rsid w:val="00772BF7"/>
    <w:rsid w:val="00773834"/>
    <w:rsid w:val="00783D0A"/>
    <w:rsid w:val="00794B3D"/>
    <w:rsid w:val="007B4C08"/>
    <w:rsid w:val="007B5F84"/>
    <w:rsid w:val="007C7AC6"/>
    <w:rsid w:val="0081576E"/>
    <w:rsid w:val="00823292"/>
    <w:rsid w:val="00833D46"/>
    <w:rsid w:val="00835B9E"/>
    <w:rsid w:val="0086632C"/>
    <w:rsid w:val="00877784"/>
    <w:rsid w:val="008B1E92"/>
    <w:rsid w:val="008B3104"/>
    <w:rsid w:val="008C0C73"/>
    <w:rsid w:val="008C1594"/>
    <w:rsid w:val="008D07EF"/>
    <w:rsid w:val="008D24FC"/>
    <w:rsid w:val="008F0278"/>
    <w:rsid w:val="008F66AC"/>
    <w:rsid w:val="009111F8"/>
    <w:rsid w:val="00935DEC"/>
    <w:rsid w:val="00936941"/>
    <w:rsid w:val="009439CA"/>
    <w:rsid w:val="009C5A13"/>
    <w:rsid w:val="00A227D5"/>
    <w:rsid w:val="00A2499D"/>
    <w:rsid w:val="00A50066"/>
    <w:rsid w:val="00AC1BDD"/>
    <w:rsid w:val="00AD40A9"/>
    <w:rsid w:val="00B00818"/>
    <w:rsid w:val="00B10A08"/>
    <w:rsid w:val="00B61595"/>
    <w:rsid w:val="00C706A0"/>
    <w:rsid w:val="00C8413E"/>
    <w:rsid w:val="00C87A78"/>
    <w:rsid w:val="00C96FD0"/>
    <w:rsid w:val="00CA05F9"/>
    <w:rsid w:val="00CB24F4"/>
    <w:rsid w:val="00CB35D9"/>
    <w:rsid w:val="00CB426A"/>
    <w:rsid w:val="00CC3377"/>
    <w:rsid w:val="00CC692A"/>
    <w:rsid w:val="00CE135F"/>
    <w:rsid w:val="00CE262F"/>
    <w:rsid w:val="00CF6842"/>
    <w:rsid w:val="00D12657"/>
    <w:rsid w:val="00D1734A"/>
    <w:rsid w:val="00D31C29"/>
    <w:rsid w:val="00D57D07"/>
    <w:rsid w:val="00D6127B"/>
    <w:rsid w:val="00D64EDC"/>
    <w:rsid w:val="00D87316"/>
    <w:rsid w:val="00D97EB7"/>
    <w:rsid w:val="00D97FE3"/>
    <w:rsid w:val="00DA3957"/>
    <w:rsid w:val="00DA706D"/>
    <w:rsid w:val="00DB13AB"/>
    <w:rsid w:val="00DB2E24"/>
    <w:rsid w:val="00DF6C6D"/>
    <w:rsid w:val="00E15BF9"/>
    <w:rsid w:val="00E17A93"/>
    <w:rsid w:val="00E33C3A"/>
    <w:rsid w:val="00E721FF"/>
    <w:rsid w:val="00E80736"/>
    <w:rsid w:val="00EB0AB2"/>
    <w:rsid w:val="00EC4C65"/>
    <w:rsid w:val="00F1253C"/>
    <w:rsid w:val="00F26B85"/>
    <w:rsid w:val="00F32C6C"/>
    <w:rsid w:val="00FB1AE6"/>
    <w:rsid w:val="00FB3AE1"/>
    <w:rsid w:val="00FD6854"/>
    <w:rsid w:val="00FF6654"/>
    <w:rsid w:val="017F185A"/>
    <w:rsid w:val="02FF7BF3"/>
    <w:rsid w:val="08734C79"/>
    <w:rsid w:val="08E65ADD"/>
    <w:rsid w:val="10845434"/>
    <w:rsid w:val="11584C90"/>
    <w:rsid w:val="11776615"/>
    <w:rsid w:val="16F76A9F"/>
    <w:rsid w:val="1ABF407D"/>
    <w:rsid w:val="2155355A"/>
    <w:rsid w:val="24507E57"/>
    <w:rsid w:val="25706A02"/>
    <w:rsid w:val="2DFC1B4C"/>
    <w:rsid w:val="32957AA8"/>
    <w:rsid w:val="3AFF25FF"/>
    <w:rsid w:val="3EAB22D0"/>
    <w:rsid w:val="41202C33"/>
    <w:rsid w:val="41A73354"/>
    <w:rsid w:val="462A4554"/>
    <w:rsid w:val="493D634C"/>
    <w:rsid w:val="4F9A0054"/>
    <w:rsid w:val="53806157"/>
    <w:rsid w:val="737C50D6"/>
    <w:rsid w:val="7914144C"/>
    <w:rsid w:val="793D7B1F"/>
    <w:rsid w:val="7E083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uiPriority="0" w:unhideWhenUsed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rPr>
      <w:sz w:val="18"/>
      <w:szCs w:val="18"/>
    </w:rPr>
  </w:style>
  <w:style w:type="character" w:styleId="a5">
    <w:name w:val="page number"/>
    <w:basedOn w:val="a0"/>
  </w:style>
  <w:style w:type="paragraph" w:styleId="a6">
    <w:name w:val="List Paragraph"/>
    <w:basedOn w:val="a"/>
    <w:uiPriority w:val="34"/>
    <w:qFormat/>
    <w:rsid w:val="00935DEC"/>
    <w:pPr>
      <w:widowControl w:val="0"/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118</Words>
  <Characters>674</Characters>
  <Application>Microsoft Office Word</Application>
  <DocSecurity>0</DocSecurity>
  <PresentationFormat/>
  <Lines>5</Lines>
  <Paragraphs>1</Paragraphs>
  <Slides>0</Slides>
  <Notes>0</Notes>
  <HiddenSlides>0</HiddenSlides>
  <MMClips>0</MMClips>
  <ScaleCrop>false</ScaleCrop>
  <Company>er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教学进度表</dc:title>
  <dc:creator>liumin</dc:creator>
  <cp:lastModifiedBy>STU</cp:lastModifiedBy>
  <cp:revision>30</cp:revision>
  <dcterms:created xsi:type="dcterms:W3CDTF">2023-07-12T01:35:00Z</dcterms:created>
  <dcterms:modified xsi:type="dcterms:W3CDTF">2023-07-12T02:14:00Z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5BD7A44EB3E843E2B279582A5D76BF00</vt:lpwstr>
  </property>
</Properties>
</file>